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2E309479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383100">
        <w:rPr>
          <w:caps/>
          <w:sz w:val="40"/>
        </w:rPr>
        <w:t>3.</w:t>
      </w:r>
      <w:r w:rsidR="00715E85">
        <w:rPr>
          <w:caps/>
          <w:sz w:val="40"/>
        </w:rPr>
        <w:t>1</w:t>
      </w:r>
      <w:r w:rsidR="00494E93" w:rsidRPr="00C16997">
        <w:rPr>
          <w:caps/>
          <w:sz w:val="40"/>
        </w:rPr>
        <w:t>3</w:t>
      </w:r>
      <w:r w:rsidRPr="00C16997">
        <w:rPr>
          <w:caps/>
          <w:sz w:val="40"/>
        </w:rPr>
        <w:t xml:space="preserve"> zadávací dokumentace</w:t>
      </w:r>
    </w:p>
    <w:p w14:paraId="2A6C22EB" w14:textId="17940EB5" w:rsidR="00393720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65EBE64B" w14:textId="45A8CE2E" w:rsidR="00AE6152" w:rsidRP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A9588E">
        <w:rPr>
          <w:caps/>
          <w:sz w:val="40"/>
        </w:rPr>
        <w:t>1</w:t>
      </w:r>
      <w:r w:rsidR="00A81F58">
        <w:rPr>
          <w:caps/>
          <w:sz w:val="40"/>
        </w:rPr>
        <w:t>3</w:t>
      </w:r>
      <w:r w:rsidR="001950E8">
        <w:rPr>
          <w:caps/>
          <w:sz w:val="40"/>
        </w:rPr>
        <w:t xml:space="preserve"> </w:t>
      </w:r>
      <w:r w:rsidR="00BC1BE2">
        <w:rPr>
          <w:caps/>
          <w:sz w:val="40"/>
        </w:rPr>
        <w:t xml:space="preserve"> - </w:t>
      </w:r>
      <w:r w:rsidR="00A81F58">
        <w:rPr>
          <w:caps/>
          <w:sz w:val="40"/>
        </w:rPr>
        <w:t>Termogravimetrický analyzátor</w:t>
      </w:r>
      <w:r w:rsidR="008D435A">
        <w:rPr>
          <w:caps/>
          <w:sz w:val="40"/>
        </w:rPr>
        <w:t xml:space="preserve"> 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D388A" w:rsidRPr="00C16997" w14:paraId="23DBF8BC" w14:textId="77777777" w:rsidTr="54A9FA29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142F7A4" w:rsidR="000D388A" w:rsidRPr="00C16997" w:rsidRDefault="00016769" w:rsidP="008309D1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AE6152" w:rsidRPr="00AE6152">
              <w:rPr>
                <w:rFonts w:asciiTheme="majorHAnsi" w:hAnsiTheme="majorHAnsi" w:cstheme="majorHAnsi"/>
                <w:b/>
              </w:rPr>
              <w:t>ű</w:t>
            </w:r>
            <w:r w:rsidRPr="00AE6152">
              <w:rPr>
                <w:rFonts w:asciiTheme="majorHAnsi" w:hAnsiTheme="majorHAnsi" w:cstheme="majorHAnsi"/>
                <w:b/>
              </w:rPr>
              <w:t>mpers Textil s.r.o. – pořízení strojní</w:t>
            </w:r>
            <w:r w:rsidR="00AE6152" w:rsidRPr="00AE6152">
              <w:rPr>
                <w:rFonts w:asciiTheme="majorHAnsi" w:hAnsiTheme="majorHAnsi" w:cstheme="majorHAnsi"/>
                <w:b/>
              </w:rPr>
              <w:t xml:space="preserve">ho vybavení </w:t>
            </w:r>
          </w:p>
        </w:tc>
      </w:tr>
      <w:tr w:rsidR="000D388A" w:rsidRPr="00C16997" w14:paraId="6BECB999" w14:textId="77777777" w:rsidTr="54A9FA29">
        <w:tc>
          <w:tcPr>
            <w:tcW w:w="3114" w:type="dxa"/>
          </w:tcPr>
          <w:p w14:paraId="48E215BE" w14:textId="1F41A144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Druh </w:t>
            </w:r>
            <w:r w:rsidR="008C70A2">
              <w:rPr>
                <w:rFonts w:asciiTheme="majorHAnsi" w:hAnsiTheme="majorHAnsi" w:cstheme="majorHAnsi"/>
                <w:b/>
              </w:rPr>
              <w:t>výběrového</w:t>
            </w:r>
            <w:r w:rsidRPr="00C16997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5EB15FBF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 xml:space="preserve">veřejná zakázka mimo režim </w:t>
            </w:r>
            <w:r w:rsidR="009E7E68" w:rsidRPr="009E7E68">
              <w:rPr>
                <w:rFonts w:asciiTheme="majorHAnsi" w:hAnsiTheme="majorHAnsi" w:cstheme="majorHAnsi"/>
              </w:rPr>
              <w:t>zákona č. 134/2016 Sb., o zadávání veřejných zakázek (dále jen „</w:t>
            </w:r>
            <w:r w:rsidR="009E7E68"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="009E7E68"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0D388A" w:rsidRPr="00C16997" w14:paraId="16E049F7" w14:textId="77777777" w:rsidTr="54A9FA29">
        <w:tc>
          <w:tcPr>
            <w:tcW w:w="3114" w:type="dxa"/>
          </w:tcPr>
          <w:p w14:paraId="73991392" w14:textId="093DACF0" w:rsidR="000D388A" w:rsidRPr="00C16997" w:rsidRDefault="006432B7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</w:t>
            </w:r>
            <w:r w:rsidR="000D388A" w:rsidRPr="00C16997">
              <w:rPr>
                <w:rFonts w:asciiTheme="majorHAnsi" w:hAnsiTheme="majorHAnsi" w:cstheme="majorHAnsi"/>
                <w:b/>
              </w:rPr>
              <w:t xml:space="preserve"> veřejné zakázky:</w:t>
            </w:r>
          </w:p>
        </w:tc>
        <w:tc>
          <w:tcPr>
            <w:tcW w:w="5948" w:type="dxa"/>
          </w:tcPr>
          <w:p w14:paraId="558A2090" w14:textId="653C81F6" w:rsidR="000D388A" w:rsidRPr="009E7E68" w:rsidRDefault="003A5DB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</w:t>
            </w:r>
            <w:r w:rsidR="000D388A" w:rsidRPr="009E7E68">
              <w:rPr>
                <w:rFonts w:asciiTheme="majorHAnsi" w:hAnsiTheme="majorHAnsi" w:cstheme="majorHAnsi"/>
              </w:rPr>
              <w:t>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56DB44A2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FD4308">
        <w:rPr>
          <w:rFonts w:asciiTheme="majorHAnsi" w:hAnsiTheme="majorHAnsi" w:cstheme="majorHAnsi"/>
          <w:b/>
        </w:rPr>
        <w:t>e</w:t>
      </w:r>
      <w:r w:rsidRPr="00C16997">
        <w:rPr>
          <w:rFonts w:asciiTheme="majorHAnsi" w:hAnsiTheme="majorHAnsi" w:cstheme="majorHAnsi"/>
          <w:b/>
        </w:rPr>
        <w:t> </w:t>
      </w:r>
      <w:r w:rsidR="00FD4308">
        <w:rPr>
          <w:rFonts w:asciiTheme="majorHAnsi" w:hAnsiTheme="majorHAnsi" w:cstheme="majorHAnsi"/>
          <w:b/>
        </w:rPr>
        <w:t>výběrovém</w:t>
      </w:r>
      <w:r w:rsidRPr="00C16997">
        <w:rPr>
          <w:rFonts w:asciiTheme="majorHAnsi" w:hAnsiTheme="majorHAnsi" w:cstheme="majorHAnsi"/>
          <w:b/>
        </w:rPr>
        <w:t xml:space="preserve">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7E0C5655" w14:textId="67E2E3F2" w:rsidR="008F4095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="00F15DD5" w:rsidRPr="00F15DD5">
        <w:rPr>
          <w:rFonts w:asciiTheme="majorHAnsi" w:hAnsiTheme="majorHAnsi" w:cstheme="majorBidi"/>
          <w:b/>
          <w:bCs/>
        </w:rPr>
        <w:t xml:space="preserve">Část </w:t>
      </w:r>
      <w:r w:rsidR="00A9588E">
        <w:rPr>
          <w:rFonts w:asciiTheme="majorHAnsi" w:hAnsiTheme="majorHAnsi" w:cstheme="majorBidi"/>
          <w:b/>
          <w:bCs/>
        </w:rPr>
        <w:t>1</w:t>
      </w:r>
      <w:r w:rsidR="00A81F58">
        <w:rPr>
          <w:rFonts w:asciiTheme="majorHAnsi" w:hAnsiTheme="majorHAnsi" w:cstheme="majorBidi"/>
          <w:b/>
          <w:bCs/>
        </w:rPr>
        <w:t>3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–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A81F58">
        <w:rPr>
          <w:rFonts w:asciiTheme="majorHAnsi" w:hAnsiTheme="majorHAnsi" w:cstheme="majorBidi"/>
          <w:b/>
          <w:bCs/>
        </w:rPr>
        <w:t>Termogravimetrický analyzátor</w:t>
      </w:r>
      <w:r w:rsidR="00715E85">
        <w:rPr>
          <w:rFonts w:asciiTheme="majorHAnsi" w:hAnsiTheme="majorHAnsi" w:cstheme="majorBidi"/>
          <w:b/>
          <w:bCs/>
        </w:rPr>
        <w:t xml:space="preserve"> – 1 ks</w:t>
      </w:r>
      <w:r w:rsidRPr="4D7A93C3">
        <w:rPr>
          <w:rFonts w:asciiTheme="majorHAnsi" w:hAnsiTheme="majorHAnsi" w:cstheme="majorBidi"/>
        </w:rPr>
        <w:t xml:space="preserve"> 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</w:p>
    <w:p w14:paraId="68AA4DC6" w14:textId="06261550" w:rsidR="00494E93" w:rsidRPr="00C16997" w:rsidRDefault="4DB67052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008F4095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683411E8" w14:textId="77777777" w:rsidR="008F409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splňuje nebo nesplňuje tento požadavek. </w:t>
      </w:r>
    </w:p>
    <w:p w14:paraId="15E71D76" w14:textId="32603B98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>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C64317">
        <w:rPr>
          <w:rFonts w:asciiTheme="majorHAnsi" w:hAnsiTheme="majorHAnsi" w:cstheme="majorHAnsi"/>
          <w:b/>
        </w:rPr>
        <w:t xml:space="preserve">cenovou </w:t>
      </w:r>
      <w:r w:rsidR="00C64317">
        <w:rPr>
          <w:rFonts w:asciiTheme="majorHAnsi" w:hAnsiTheme="majorHAnsi" w:cstheme="majorHAnsi"/>
          <w:b/>
        </w:rPr>
        <w:t xml:space="preserve">kalkulaci </w:t>
      </w:r>
      <w:r w:rsidRPr="00C64317">
        <w:rPr>
          <w:rFonts w:asciiTheme="majorHAnsi" w:hAnsiTheme="majorHAnsi" w:cstheme="majorHAnsi"/>
        </w:rPr>
        <w:t>nabídk</w:t>
      </w:r>
      <w:r w:rsidR="00C64317">
        <w:rPr>
          <w:rFonts w:asciiTheme="majorHAnsi" w:hAnsiTheme="majorHAnsi" w:cstheme="majorHAnsi"/>
        </w:rPr>
        <w:t>y</w:t>
      </w:r>
      <w:r w:rsidRPr="00C64317">
        <w:rPr>
          <w:rFonts w:asciiTheme="majorHAnsi" w:hAnsiTheme="majorHAnsi" w:cstheme="majorHAnsi"/>
        </w:rPr>
        <w:t xml:space="preserve"> účastníka</w:t>
      </w:r>
      <w:r w:rsidRPr="00C6431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26EBC8E6" w:rsidR="00494E93" w:rsidRPr="00D67426" w:rsidRDefault="00715E85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  <w:r w:rsidRPr="00D67426">
        <w:rPr>
          <w:rFonts w:asciiTheme="majorHAnsi" w:hAnsiTheme="majorHAnsi" w:cstheme="majorBidi"/>
          <w:b/>
          <w:bCs/>
          <w:u w:val="single"/>
        </w:rPr>
        <w:t>Termogravimetrický analyzátor – 1 ks: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494E93" w:rsidRPr="00C16997" w14:paraId="65EFFE02" w14:textId="77777777" w:rsidTr="001B7CEE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C16997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494E93" w:rsidRPr="00C16997" w14:paraId="208246FD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8BD0" w14:textId="08A9EF4F" w:rsidR="00494E93" w:rsidRPr="00C16997" w:rsidRDefault="004B697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Kapacita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0726C" w14:textId="43BBE503" w:rsidR="00494E93" w:rsidRPr="00C16997" w:rsidRDefault="004B697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15 vzorků</w:t>
            </w:r>
          </w:p>
        </w:tc>
        <w:sdt>
          <w:sdtPr>
            <w:rPr>
              <w:rFonts w:asciiTheme="majorHAnsi" w:hAnsiTheme="majorHAnsi" w:cstheme="majorHAnsi"/>
            </w:rPr>
            <w:id w:val="289638579"/>
            <w:placeholder>
              <w:docPart w:val="53A763CB2EE34E9A96A7A58625FC8167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AA25420" w14:textId="04FEF081" w:rsidR="00494E93" w:rsidRPr="00C16997" w:rsidRDefault="003D6DD0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 w:rsidR="00F15DD5"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D67426" w:rsidRPr="00C16997" w14:paraId="4F328162" w14:textId="77777777" w:rsidTr="00967300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EA18F3" w14:textId="1BC0079E" w:rsidR="00D67426" w:rsidRPr="00C16997" w:rsidRDefault="00D67426" w:rsidP="00D67426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Přesnost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CBEF3A" w14:textId="6A96C319" w:rsidR="00D67426" w:rsidRPr="00C16997" w:rsidRDefault="00D67426" w:rsidP="00D67426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0,025 RSD</w:t>
            </w:r>
          </w:p>
        </w:tc>
        <w:sdt>
          <w:sdtPr>
            <w:rPr>
              <w:rFonts w:asciiTheme="majorHAnsi" w:hAnsiTheme="majorHAnsi" w:cstheme="majorHAnsi"/>
            </w:rPr>
            <w:id w:val="1818917133"/>
            <w:placeholder>
              <w:docPart w:val="EFAE48DFBA8D456FBF2F64B93258089D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DA572D0" w14:textId="22A2A59B" w:rsidR="00D67426" w:rsidRPr="00C16997" w:rsidRDefault="00D67426" w:rsidP="00D6742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910F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D67426" w:rsidRPr="00C16997" w14:paraId="09951473" w14:textId="77777777" w:rsidTr="00967300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23532" w14:textId="0C22FC3E" w:rsidR="00D67426" w:rsidRDefault="00D67426" w:rsidP="00D67426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Rozlišení váhy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F86A5" w14:textId="409573BF" w:rsidR="00D67426" w:rsidRDefault="00D67426" w:rsidP="00D67426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0,0001 g</w:t>
            </w:r>
          </w:p>
        </w:tc>
        <w:sdt>
          <w:sdtPr>
            <w:rPr>
              <w:rFonts w:asciiTheme="majorHAnsi" w:hAnsiTheme="majorHAnsi" w:cstheme="majorHAnsi"/>
            </w:rPr>
            <w:id w:val="-1163084324"/>
            <w:placeholder>
              <w:docPart w:val="7276BD450ABA43738159900C49ED8F7A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C9D4CB9" w14:textId="79E7F7B6" w:rsidR="00D67426" w:rsidRDefault="00D67426" w:rsidP="00D6742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910F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D67426" w:rsidRPr="00C16997" w14:paraId="76DA7805" w14:textId="77777777" w:rsidTr="00967300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18E1C1" w14:textId="3344F002" w:rsidR="00D67426" w:rsidRDefault="00D67426" w:rsidP="00D67426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Nastavení teploty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E3794A" w14:textId="77777777" w:rsidR="00D67426" w:rsidRDefault="00D67426" w:rsidP="00D67426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Minimum max. 100°C</w:t>
            </w:r>
          </w:p>
          <w:p w14:paraId="4699758A" w14:textId="6F90A917" w:rsidR="00D67426" w:rsidRDefault="00D67426" w:rsidP="00D67426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Maximum min. 1000 °C</w:t>
            </w:r>
          </w:p>
        </w:tc>
        <w:sdt>
          <w:sdtPr>
            <w:rPr>
              <w:rFonts w:asciiTheme="majorHAnsi" w:hAnsiTheme="majorHAnsi" w:cstheme="majorHAnsi"/>
            </w:rPr>
            <w:id w:val="503635688"/>
            <w:placeholder>
              <w:docPart w:val="AD17221D34274997968413D2B8C4AFE2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83F1377" w14:textId="721CE4BF" w:rsidR="00D67426" w:rsidRDefault="00D67426" w:rsidP="00D6742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910F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D67426" w:rsidRPr="00C16997" w14:paraId="57A4A523" w14:textId="77777777" w:rsidTr="00967300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6246F" w14:textId="36E90145" w:rsidR="00D67426" w:rsidRDefault="00D67426" w:rsidP="00D67426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Přesnost nastavení teploty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08035" w14:textId="29549A26" w:rsidR="00D67426" w:rsidRDefault="00D67426" w:rsidP="00D67426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Max. ±2% od nastavené hodnoty</w:t>
            </w:r>
          </w:p>
        </w:tc>
        <w:sdt>
          <w:sdtPr>
            <w:rPr>
              <w:rFonts w:asciiTheme="majorHAnsi" w:hAnsiTheme="majorHAnsi" w:cstheme="majorHAnsi"/>
            </w:rPr>
            <w:id w:val="1779377940"/>
            <w:placeholder>
              <w:docPart w:val="05F6E71F96E047B0AFD4F1207F425CAC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A33287A" w14:textId="42EAED73" w:rsidR="00D67426" w:rsidRDefault="00D67426" w:rsidP="00D6742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910F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D67426" w:rsidRPr="00C16997" w14:paraId="53499942" w14:textId="77777777" w:rsidTr="00967300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30E4C9" w14:textId="7845EF8C" w:rsidR="00D67426" w:rsidRDefault="00D67426" w:rsidP="00D67426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Stabilita nastavené teploty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C5B260" w14:textId="54563DE5" w:rsidR="00D67426" w:rsidRDefault="00D67426" w:rsidP="00D67426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Max. ±2°C</w:t>
            </w:r>
          </w:p>
        </w:tc>
        <w:sdt>
          <w:sdtPr>
            <w:rPr>
              <w:rFonts w:asciiTheme="majorHAnsi" w:hAnsiTheme="majorHAnsi" w:cstheme="majorHAnsi"/>
            </w:rPr>
            <w:id w:val="1030309782"/>
            <w:placeholder>
              <w:docPart w:val="C233DD2294BF499694EC06928F9FFDA5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758C34F" w14:textId="43AF562A" w:rsidR="00D67426" w:rsidRDefault="00D67426" w:rsidP="00D6742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910F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B6977" w:rsidRPr="00C16997" w14:paraId="0CF4A41C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AD630E" w14:textId="394B7E9B" w:rsidR="004B6977" w:rsidRDefault="00916BB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Další vybavení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BDF995" w14:textId="1A2DDCEC" w:rsidR="004B6977" w:rsidRDefault="00916BB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SW na vyhodnocení a archivaci testů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788460386"/>
              <w:placeholder>
                <w:docPart w:val="641BDFE724F64893B3206CBFC8DEA024"/>
              </w:placeholder>
            </w:sdtPr>
            <w:sdtContent>
              <w:p w14:paraId="7F1CBFBD" w14:textId="0905C82F" w:rsidR="004B6977" w:rsidRDefault="00D67426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C16997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C16997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7777777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58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10"/>
        <w:gridCol w:w="980"/>
        <w:gridCol w:w="1049"/>
        <w:gridCol w:w="2268"/>
        <w:gridCol w:w="2551"/>
      </w:tblGrid>
      <w:tr w:rsidR="005E7CEE" w:rsidRPr="00C16997" w14:paraId="201A4BFB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001C2B" w14:textId="77777777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6729CF3C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5E7CEE" w:rsidRPr="00C16997" w14:paraId="4074A21D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5E7CEE" w:rsidRPr="00C16997" w:rsidRDefault="005E7CEE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19167" w14:textId="64BAE913" w:rsidR="005E7CEE" w:rsidRPr="00C16997" w:rsidRDefault="0018100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měna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48164B6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za MJ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0F9E0B5D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celkem</w:t>
            </w:r>
          </w:p>
        </w:tc>
      </w:tr>
      <w:tr w:rsidR="00181002" w:rsidRPr="00C16997" w14:paraId="7FD8B20B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7CCBF5F1" w:rsidR="00181002" w:rsidRPr="00326BFF" w:rsidRDefault="00B45E8F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26BFF">
              <w:rPr>
                <w:rFonts w:asciiTheme="majorHAnsi" w:hAnsiTheme="majorHAnsi" w:cstheme="majorHAnsi"/>
                <w:b/>
                <w:bCs/>
              </w:rPr>
              <w:t>Termogravime</w:t>
            </w:r>
            <w:r>
              <w:rPr>
                <w:rFonts w:asciiTheme="majorHAnsi" w:hAnsiTheme="majorHAnsi" w:cstheme="majorHAnsi"/>
                <w:b/>
                <w:bCs/>
              </w:rPr>
              <w:t>tr</w:t>
            </w:r>
            <w:r w:rsidRPr="00326BFF">
              <w:rPr>
                <w:rFonts w:asciiTheme="majorHAnsi" w:hAnsiTheme="majorHAnsi" w:cstheme="majorHAnsi"/>
                <w:b/>
                <w:bCs/>
              </w:rPr>
              <w:t xml:space="preserve">ický </w:t>
            </w:r>
            <w:r w:rsidR="00A81F58" w:rsidRPr="00326BFF">
              <w:rPr>
                <w:rFonts w:asciiTheme="majorHAnsi" w:hAnsiTheme="majorHAnsi" w:cstheme="majorHAnsi"/>
                <w:b/>
                <w:bCs/>
              </w:rPr>
              <w:t>analyzátor</w:t>
            </w:r>
            <w:r w:rsidR="00715E85" w:rsidRPr="00326BFF">
              <w:rPr>
                <w:rFonts w:asciiTheme="majorHAnsi" w:hAnsiTheme="majorHAnsi" w:cstheme="majorHAnsi"/>
                <w:b/>
                <w:bCs/>
              </w:rPr>
              <w:t xml:space="preserve"> – 1 ks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69EC116A" w:rsidR="00181002" w:rsidRPr="00A67A23" w:rsidRDefault="00A67A23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3BEC7A" w14:textId="204536A8" w:rsidR="00181002" w:rsidRPr="00A67A23" w:rsidRDefault="00A67A23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CZK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A6178F177A72458B944D0C6AF126B117"/>
            </w:placeholder>
            <w:showingPlcHdr/>
          </w:sdtPr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36E20739" w:rsidR="00181002" w:rsidRPr="00C16997" w:rsidRDefault="00181002" w:rsidP="0018100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8E853D1E39414F009E5B7EA0C1BC157C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AEE384BA9ADD497FBE294042FC448AD1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181002" w:rsidRPr="00C16997" w:rsidRDefault="00181002" w:rsidP="0018100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E7CEE" w:rsidRPr="00C16997" w14:paraId="2D4F8E39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5BDC3" w14:textId="77777777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244560C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Celková nabídková cena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EE4693F58E424E69BA76C4CAE5B7382B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509E42248984F6FA303A1470DA532EE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E7CEE" w:rsidRPr="00C16997" w:rsidRDefault="005E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335AE" w14:textId="77777777" w:rsidR="00163FC3" w:rsidRDefault="00163FC3" w:rsidP="002C4725">
      <w:pPr>
        <w:spacing w:after="0" w:line="240" w:lineRule="auto"/>
      </w:pPr>
      <w:r>
        <w:separator/>
      </w:r>
    </w:p>
  </w:endnote>
  <w:endnote w:type="continuationSeparator" w:id="0">
    <w:p w14:paraId="3545F39D" w14:textId="77777777" w:rsidR="00163FC3" w:rsidRDefault="00163FC3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B9075" w14:textId="77777777" w:rsidR="00163FC3" w:rsidRDefault="00163FC3" w:rsidP="002C4725">
      <w:pPr>
        <w:spacing w:after="0" w:line="240" w:lineRule="auto"/>
      </w:pPr>
      <w:r>
        <w:separator/>
      </w:r>
    </w:p>
  </w:footnote>
  <w:footnote w:type="continuationSeparator" w:id="0">
    <w:p w14:paraId="3C7996E4" w14:textId="77777777" w:rsidR="00163FC3" w:rsidRDefault="00163FC3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3769">
    <w:abstractNumId w:val="17"/>
  </w:num>
  <w:num w:numId="2" w16cid:durableId="1931888401">
    <w:abstractNumId w:val="6"/>
  </w:num>
  <w:num w:numId="3" w16cid:durableId="397480720">
    <w:abstractNumId w:val="0"/>
  </w:num>
  <w:num w:numId="4" w16cid:durableId="2083943012">
    <w:abstractNumId w:val="13"/>
  </w:num>
  <w:num w:numId="5" w16cid:durableId="1743874282">
    <w:abstractNumId w:val="10"/>
  </w:num>
  <w:num w:numId="6" w16cid:durableId="463499969">
    <w:abstractNumId w:val="10"/>
  </w:num>
  <w:num w:numId="7" w16cid:durableId="452752481">
    <w:abstractNumId w:val="1"/>
  </w:num>
  <w:num w:numId="8" w16cid:durableId="1073313783">
    <w:abstractNumId w:val="15"/>
  </w:num>
  <w:num w:numId="9" w16cid:durableId="1686403088">
    <w:abstractNumId w:val="5"/>
  </w:num>
  <w:num w:numId="10" w16cid:durableId="1642423989">
    <w:abstractNumId w:val="9"/>
  </w:num>
  <w:num w:numId="11" w16cid:durableId="386344179">
    <w:abstractNumId w:val="8"/>
  </w:num>
  <w:num w:numId="12" w16cid:durableId="546646826">
    <w:abstractNumId w:val="14"/>
  </w:num>
  <w:num w:numId="13" w16cid:durableId="1422070904">
    <w:abstractNumId w:val="4"/>
  </w:num>
  <w:num w:numId="14" w16cid:durableId="16541311">
    <w:abstractNumId w:val="16"/>
  </w:num>
  <w:num w:numId="15" w16cid:durableId="1515539091">
    <w:abstractNumId w:val="3"/>
  </w:num>
  <w:num w:numId="16" w16cid:durableId="699015692">
    <w:abstractNumId w:val="11"/>
  </w:num>
  <w:num w:numId="17" w16cid:durableId="1769882824">
    <w:abstractNumId w:val="12"/>
  </w:num>
  <w:num w:numId="18" w16cid:durableId="1206799116">
    <w:abstractNumId w:val="6"/>
  </w:num>
  <w:num w:numId="19" w16cid:durableId="45836563">
    <w:abstractNumId w:val="17"/>
  </w:num>
  <w:num w:numId="20" w16cid:durableId="742991566">
    <w:abstractNumId w:val="7"/>
  </w:num>
  <w:num w:numId="21" w16cid:durableId="1482959730">
    <w:abstractNumId w:val="2"/>
  </w:num>
  <w:num w:numId="22" w16cid:durableId="157889668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vYP30+YJ2Jqwolk4v322DbbRGnvGyve8+MvdI8R38a45HQhczRrlx3459Vde6vnWSlykXqoBg8S7HIzVuCHzVQ==" w:salt="DK/xSNBuLEYFrcBsIN22S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6769"/>
    <w:rsid w:val="00037BE2"/>
    <w:rsid w:val="000502B4"/>
    <w:rsid w:val="00072135"/>
    <w:rsid w:val="00076556"/>
    <w:rsid w:val="00082C5A"/>
    <w:rsid w:val="000A3A57"/>
    <w:rsid w:val="000B42C0"/>
    <w:rsid w:val="000D388A"/>
    <w:rsid w:val="000D3E20"/>
    <w:rsid w:val="00130843"/>
    <w:rsid w:val="00140BAC"/>
    <w:rsid w:val="00163FC3"/>
    <w:rsid w:val="00181002"/>
    <w:rsid w:val="0018712C"/>
    <w:rsid w:val="001950E8"/>
    <w:rsid w:val="00195D10"/>
    <w:rsid w:val="001A3941"/>
    <w:rsid w:val="001B7CEE"/>
    <w:rsid w:val="001D4142"/>
    <w:rsid w:val="00216252"/>
    <w:rsid w:val="0022176A"/>
    <w:rsid w:val="002264EC"/>
    <w:rsid w:val="00227B40"/>
    <w:rsid w:val="00253F47"/>
    <w:rsid w:val="00267824"/>
    <w:rsid w:val="00273B04"/>
    <w:rsid w:val="002846DA"/>
    <w:rsid w:val="002A01E2"/>
    <w:rsid w:val="002C4725"/>
    <w:rsid w:val="002D727F"/>
    <w:rsid w:val="002F1AF3"/>
    <w:rsid w:val="002F311B"/>
    <w:rsid w:val="002F739C"/>
    <w:rsid w:val="003006F3"/>
    <w:rsid w:val="0030791E"/>
    <w:rsid w:val="003145E3"/>
    <w:rsid w:val="00316023"/>
    <w:rsid w:val="00317F07"/>
    <w:rsid w:val="00326BFF"/>
    <w:rsid w:val="00341704"/>
    <w:rsid w:val="00351A75"/>
    <w:rsid w:val="00360120"/>
    <w:rsid w:val="003823F4"/>
    <w:rsid w:val="00383100"/>
    <w:rsid w:val="00393720"/>
    <w:rsid w:val="003A5DBA"/>
    <w:rsid w:val="003D2088"/>
    <w:rsid w:val="003D6DD0"/>
    <w:rsid w:val="003D7EE6"/>
    <w:rsid w:val="003E788E"/>
    <w:rsid w:val="003F0F2F"/>
    <w:rsid w:val="003F121F"/>
    <w:rsid w:val="003F1F3E"/>
    <w:rsid w:val="003F660A"/>
    <w:rsid w:val="00402441"/>
    <w:rsid w:val="00427539"/>
    <w:rsid w:val="004524C6"/>
    <w:rsid w:val="00474F9E"/>
    <w:rsid w:val="00476C99"/>
    <w:rsid w:val="00484AD4"/>
    <w:rsid w:val="00485290"/>
    <w:rsid w:val="00494E93"/>
    <w:rsid w:val="004B0B9F"/>
    <w:rsid w:val="004B3047"/>
    <w:rsid w:val="004B6977"/>
    <w:rsid w:val="004B6AE8"/>
    <w:rsid w:val="004C07D9"/>
    <w:rsid w:val="00504B79"/>
    <w:rsid w:val="00537C09"/>
    <w:rsid w:val="00540E8A"/>
    <w:rsid w:val="00543F9E"/>
    <w:rsid w:val="0055358D"/>
    <w:rsid w:val="005A375F"/>
    <w:rsid w:val="005D53C2"/>
    <w:rsid w:val="005D66AA"/>
    <w:rsid w:val="005E4CBB"/>
    <w:rsid w:val="005E7CEE"/>
    <w:rsid w:val="005F350C"/>
    <w:rsid w:val="005F5F8E"/>
    <w:rsid w:val="0063433E"/>
    <w:rsid w:val="006365AF"/>
    <w:rsid w:val="006432B7"/>
    <w:rsid w:val="00683CD7"/>
    <w:rsid w:val="00694C0A"/>
    <w:rsid w:val="006A51E9"/>
    <w:rsid w:val="006C1405"/>
    <w:rsid w:val="006C4F59"/>
    <w:rsid w:val="006C64E7"/>
    <w:rsid w:val="006C77CF"/>
    <w:rsid w:val="0071161E"/>
    <w:rsid w:val="00715E85"/>
    <w:rsid w:val="00716AFF"/>
    <w:rsid w:val="00722CDE"/>
    <w:rsid w:val="007244DA"/>
    <w:rsid w:val="00725212"/>
    <w:rsid w:val="00741F8C"/>
    <w:rsid w:val="007442A1"/>
    <w:rsid w:val="00763788"/>
    <w:rsid w:val="00775992"/>
    <w:rsid w:val="00785EBF"/>
    <w:rsid w:val="007913D3"/>
    <w:rsid w:val="00794A6B"/>
    <w:rsid w:val="007C56D2"/>
    <w:rsid w:val="007E078A"/>
    <w:rsid w:val="007E5031"/>
    <w:rsid w:val="007F73AC"/>
    <w:rsid w:val="00812B87"/>
    <w:rsid w:val="008136D5"/>
    <w:rsid w:val="008138E5"/>
    <w:rsid w:val="00827468"/>
    <w:rsid w:val="008309D1"/>
    <w:rsid w:val="0083788E"/>
    <w:rsid w:val="008673D8"/>
    <w:rsid w:val="008872D2"/>
    <w:rsid w:val="00891F17"/>
    <w:rsid w:val="00894AC6"/>
    <w:rsid w:val="008C45B9"/>
    <w:rsid w:val="008C70A2"/>
    <w:rsid w:val="008D08DD"/>
    <w:rsid w:val="008D435A"/>
    <w:rsid w:val="008E6429"/>
    <w:rsid w:val="008F3E3E"/>
    <w:rsid w:val="008F4095"/>
    <w:rsid w:val="00916BBA"/>
    <w:rsid w:val="00917068"/>
    <w:rsid w:val="00921E65"/>
    <w:rsid w:val="009255D2"/>
    <w:rsid w:val="0094696A"/>
    <w:rsid w:val="0097762F"/>
    <w:rsid w:val="00993A33"/>
    <w:rsid w:val="009974C4"/>
    <w:rsid w:val="009A5C04"/>
    <w:rsid w:val="009B67B4"/>
    <w:rsid w:val="009B7883"/>
    <w:rsid w:val="009D1675"/>
    <w:rsid w:val="009D2D39"/>
    <w:rsid w:val="009E7E68"/>
    <w:rsid w:val="00A067E1"/>
    <w:rsid w:val="00A37772"/>
    <w:rsid w:val="00A67A23"/>
    <w:rsid w:val="00A81F58"/>
    <w:rsid w:val="00A9588E"/>
    <w:rsid w:val="00AA3A4F"/>
    <w:rsid w:val="00AC4E5A"/>
    <w:rsid w:val="00AE3343"/>
    <w:rsid w:val="00AE6152"/>
    <w:rsid w:val="00AF25BE"/>
    <w:rsid w:val="00AF4030"/>
    <w:rsid w:val="00AF4FAD"/>
    <w:rsid w:val="00B01A69"/>
    <w:rsid w:val="00B067DF"/>
    <w:rsid w:val="00B45E8F"/>
    <w:rsid w:val="00B46FBE"/>
    <w:rsid w:val="00B527F4"/>
    <w:rsid w:val="00B56A03"/>
    <w:rsid w:val="00B57BA8"/>
    <w:rsid w:val="00BA141F"/>
    <w:rsid w:val="00BC005C"/>
    <w:rsid w:val="00BC1BE2"/>
    <w:rsid w:val="00BD7607"/>
    <w:rsid w:val="00BF318F"/>
    <w:rsid w:val="00BF4D9C"/>
    <w:rsid w:val="00BF71BE"/>
    <w:rsid w:val="00C01C47"/>
    <w:rsid w:val="00C11E00"/>
    <w:rsid w:val="00C16997"/>
    <w:rsid w:val="00C23834"/>
    <w:rsid w:val="00C26691"/>
    <w:rsid w:val="00C64317"/>
    <w:rsid w:val="00C70411"/>
    <w:rsid w:val="00C72A8D"/>
    <w:rsid w:val="00C76BAC"/>
    <w:rsid w:val="00CB0C37"/>
    <w:rsid w:val="00CB2191"/>
    <w:rsid w:val="00CC42DF"/>
    <w:rsid w:val="00CD1ADC"/>
    <w:rsid w:val="00CD39FA"/>
    <w:rsid w:val="00CE111F"/>
    <w:rsid w:val="00CE184D"/>
    <w:rsid w:val="00CE5CDF"/>
    <w:rsid w:val="00CF5F69"/>
    <w:rsid w:val="00D17F23"/>
    <w:rsid w:val="00D22DCA"/>
    <w:rsid w:val="00D3716D"/>
    <w:rsid w:val="00D40675"/>
    <w:rsid w:val="00D41F6D"/>
    <w:rsid w:val="00D5314B"/>
    <w:rsid w:val="00D67426"/>
    <w:rsid w:val="00D845DA"/>
    <w:rsid w:val="00DA2467"/>
    <w:rsid w:val="00DB4981"/>
    <w:rsid w:val="00DD01E9"/>
    <w:rsid w:val="00E00962"/>
    <w:rsid w:val="00E0304F"/>
    <w:rsid w:val="00E046B0"/>
    <w:rsid w:val="00E254C4"/>
    <w:rsid w:val="00E474FC"/>
    <w:rsid w:val="00E52EA5"/>
    <w:rsid w:val="00E54BD7"/>
    <w:rsid w:val="00E65E02"/>
    <w:rsid w:val="00E9273D"/>
    <w:rsid w:val="00E94454"/>
    <w:rsid w:val="00E95E0E"/>
    <w:rsid w:val="00E97905"/>
    <w:rsid w:val="00EA06C0"/>
    <w:rsid w:val="00EA69AD"/>
    <w:rsid w:val="00EC6D81"/>
    <w:rsid w:val="00ED5341"/>
    <w:rsid w:val="00EE2E83"/>
    <w:rsid w:val="00EF2A2A"/>
    <w:rsid w:val="00F038FF"/>
    <w:rsid w:val="00F118E1"/>
    <w:rsid w:val="00F13430"/>
    <w:rsid w:val="00F158EF"/>
    <w:rsid w:val="00F15DD5"/>
    <w:rsid w:val="00F6706F"/>
    <w:rsid w:val="00F72D7A"/>
    <w:rsid w:val="00F75490"/>
    <w:rsid w:val="00F76B2F"/>
    <w:rsid w:val="00F84153"/>
    <w:rsid w:val="00FD362D"/>
    <w:rsid w:val="00FD4308"/>
    <w:rsid w:val="00FD5D85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B45E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53A763CB2EE34E9A96A7A58625FC81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014604-2531-46C1-A54C-44C18C4B9CF7}"/>
      </w:docPartPr>
      <w:docPartBody>
        <w:p w:rsidR="000C6C17" w:rsidRDefault="003145E3" w:rsidP="003145E3">
          <w:pPr>
            <w:pStyle w:val="53A763CB2EE34E9A96A7A58625FC8167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EE4693F58E424E69BA76C4CAE5B73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6A276-8461-400D-8EB0-751D781670AF}"/>
      </w:docPartPr>
      <w:docPartBody>
        <w:p w:rsidR="00C668C4" w:rsidRDefault="00C668C4" w:rsidP="00C668C4">
          <w:pPr>
            <w:pStyle w:val="EE4693F58E424E69BA76C4CAE5B7382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509E42248984F6FA303A1470DA53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2E7297-B268-41E8-8FFC-242F32C1CD37}"/>
      </w:docPartPr>
      <w:docPartBody>
        <w:p w:rsidR="00C668C4" w:rsidRDefault="00C668C4" w:rsidP="00C668C4">
          <w:pPr>
            <w:pStyle w:val="2509E42248984F6FA303A1470DA532E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6178F177A72458B944D0C6AF126B1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A0CA27-A2DE-407F-93A1-5CCB9EE51951}"/>
      </w:docPartPr>
      <w:docPartBody>
        <w:p w:rsidR="00C668C4" w:rsidRDefault="00C668C4" w:rsidP="00C668C4">
          <w:pPr>
            <w:pStyle w:val="A6178F177A72458B944D0C6AF126B117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853D1E39414F009E5B7EA0C1BC1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DDFDA9-3759-454B-9B78-31E6A25688E4}"/>
      </w:docPartPr>
      <w:docPartBody>
        <w:p w:rsidR="00C668C4" w:rsidRDefault="00C668C4" w:rsidP="00C668C4">
          <w:pPr>
            <w:pStyle w:val="8E853D1E39414F009E5B7EA0C1BC157C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AEE384BA9ADD497FBE294042FC448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4D2D0-3117-4F7C-BC37-E929120789DA}"/>
      </w:docPartPr>
      <w:docPartBody>
        <w:p w:rsidR="00C668C4" w:rsidRDefault="00C668C4" w:rsidP="00C668C4">
          <w:pPr>
            <w:pStyle w:val="AEE384BA9ADD497FBE294042FC448AD1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41BDFE724F64893B3206CBFC8DEA0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AE593-8BE6-41E4-968A-1DF59A7F3468}"/>
      </w:docPartPr>
      <w:docPartBody>
        <w:p w:rsidR="00DA6109" w:rsidRDefault="004517CE" w:rsidP="004517CE">
          <w:pPr>
            <w:pStyle w:val="641BDFE724F64893B3206CBFC8DEA02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FAE48DFBA8D456FBF2F64B9325808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27922A-3CC2-4D73-A583-2D6A933F2692}"/>
      </w:docPartPr>
      <w:docPartBody>
        <w:p w:rsidR="00DA6109" w:rsidRDefault="004517CE" w:rsidP="004517CE">
          <w:pPr>
            <w:pStyle w:val="EFAE48DFBA8D456FBF2F64B93258089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276BD450ABA43738159900C49ED8F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64BE11-475F-4F52-A1FE-8968FBE5ECA1}"/>
      </w:docPartPr>
      <w:docPartBody>
        <w:p w:rsidR="00DA6109" w:rsidRDefault="004517CE" w:rsidP="004517CE">
          <w:pPr>
            <w:pStyle w:val="7276BD450ABA43738159900C49ED8F7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D17221D34274997968413D2B8C4AF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200606-FD50-436B-8634-B963E24D3540}"/>
      </w:docPartPr>
      <w:docPartBody>
        <w:p w:rsidR="00DA6109" w:rsidRDefault="004517CE" w:rsidP="004517CE">
          <w:pPr>
            <w:pStyle w:val="AD17221D34274997968413D2B8C4AFE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5F6E71F96E047B0AFD4F1207F425C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74590-55BC-48E7-801A-AE518962BBE7}"/>
      </w:docPartPr>
      <w:docPartBody>
        <w:p w:rsidR="00DA6109" w:rsidRDefault="004517CE" w:rsidP="004517CE">
          <w:pPr>
            <w:pStyle w:val="05F6E71F96E047B0AFD4F1207F425CA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233DD2294BF499694EC06928F9FFD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713316-EB5C-43B9-A617-C7280D837B7B}"/>
      </w:docPartPr>
      <w:docPartBody>
        <w:p w:rsidR="00DA6109" w:rsidRDefault="004517CE" w:rsidP="004517CE">
          <w:pPr>
            <w:pStyle w:val="C233DD2294BF499694EC06928F9FFDA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47144"/>
    <w:rsid w:val="001F56ED"/>
    <w:rsid w:val="00216252"/>
    <w:rsid w:val="00227B40"/>
    <w:rsid w:val="003051D9"/>
    <w:rsid w:val="003145E3"/>
    <w:rsid w:val="00344421"/>
    <w:rsid w:val="00371332"/>
    <w:rsid w:val="003B3710"/>
    <w:rsid w:val="003E788E"/>
    <w:rsid w:val="004517CE"/>
    <w:rsid w:val="004E00EB"/>
    <w:rsid w:val="005E4CBB"/>
    <w:rsid w:val="00651A9B"/>
    <w:rsid w:val="00680B9C"/>
    <w:rsid w:val="006D3844"/>
    <w:rsid w:val="0071161E"/>
    <w:rsid w:val="00921E65"/>
    <w:rsid w:val="00936DC9"/>
    <w:rsid w:val="00986A2B"/>
    <w:rsid w:val="009A3103"/>
    <w:rsid w:val="00A10168"/>
    <w:rsid w:val="00AA3A4F"/>
    <w:rsid w:val="00B57BA8"/>
    <w:rsid w:val="00BD7607"/>
    <w:rsid w:val="00C668C4"/>
    <w:rsid w:val="00CB0C37"/>
    <w:rsid w:val="00CF5F69"/>
    <w:rsid w:val="00D17F23"/>
    <w:rsid w:val="00D845DA"/>
    <w:rsid w:val="00DA6109"/>
    <w:rsid w:val="00DB4981"/>
    <w:rsid w:val="00EA69AD"/>
    <w:rsid w:val="00EE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17CE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53A763CB2EE34E9A96A7A58625FC81675">
    <w:name w:val="53A763CB2EE34E9A96A7A58625FC81675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E4693F58E424E69BA76C4CAE5B7382B">
    <w:name w:val="EE4693F58E424E69BA76C4CAE5B7382B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9E42248984F6FA303A1470DA532EE">
    <w:name w:val="2509E42248984F6FA303A1470DA532E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178F177A72458B944D0C6AF126B117">
    <w:name w:val="A6178F177A72458B944D0C6AF126B117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853D1E39414F009E5B7EA0C1BC157C">
    <w:name w:val="8E853D1E39414F009E5B7EA0C1BC157C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E384BA9ADD497FBE294042FC448AD1">
    <w:name w:val="AEE384BA9ADD497FBE294042FC448AD1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1BDFE724F64893B3206CBFC8DEA024">
    <w:name w:val="641BDFE724F64893B3206CBFC8DEA024"/>
    <w:rsid w:val="004517C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AE48DFBA8D456FBF2F64B93258089D">
    <w:name w:val="EFAE48DFBA8D456FBF2F64B93258089D"/>
    <w:rsid w:val="004517C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76BD450ABA43738159900C49ED8F7A">
    <w:name w:val="7276BD450ABA43738159900C49ED8F7A"/>
    <w:rsid w:val="004517C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17221D34274997968413D2B8C4AFE2">
    <w:name w:val="AD17221D34274997968413D2B8C4AFE2"/>
    <w:rsid w:val="004517C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F6E71F96E047B0AFD4F1207F425CAC">
    <w:name w:val="05F6E71F96E047B0AFD4F1207F425CAC"/>
    <w:rsid w:val="004517C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233DD2294BF499694EC06928F9FFDA5">
    <w:name w:val="C233DD2294BF499694EC06928F9FFDA5"/>
    <w:rsid w:val="004517C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2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12</TotalTime>
  <Pages>2</Pages>
  <Words>458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11</cp:revision>
  <cp:lastPrinted>2019-12-09T09:19:00Z</cp:lastPrinted>
  <dcterms:created xsi:type="dcterms:W3CDTF">2025-01-20T12:06:00Z</dcterms:created>
  <dcterms:modified xsi:type="dcterms:W3CDTF">2025-02-26T17:30:00Z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